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right" w:tblpY="1"/>
        <w:tblOverlap w:val="never"/>
        <w:tblW w:w="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30" w:color="auto" w:fill="auto"/>
        <w:tblLayout w:type="fixed"/>
        <w:tblLook w:val="0000" w:firstRow="0" w:lastRow="0" w:firstColumn="0" w:lastColumn="0" w:noHBand="0" w:noVBand="0"/>
      </w:tblPr>
      <w:tblGrid>
        <w:gridCol w:w="1711"/>
      </w:tblGrid>
      <w:tr w:rsidR="001B7DBD" w:rsidRPr="00513A96" w14:paraId="063535CC" w14:textId="77777777" w:rsidTr="00855CE4">
        <w:trPr>
          <w:trHeight w:val="110"/>
        </w:trPr>
        <w:tc>
          <w:tcPr>
            <w:tcW w:w="1711" w:type="dxa"/>
            <w:shd w:val="pct30" w:color="auto" w:fill="auto"/>
          </w:tcPr>
          <w:p w14:paraId="0ED7C1DF" w14:textId="3382E663" w:rsidR="001B7DBD" w:rsidRPr="00513A96" w:rsidRDefault="001B7DBD" w:rsidP="00855CE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13A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Załącznik Nr </w:t>
            </w:r>
            <w:r w:rsidR="00513A96" w:rsidRPr="00513A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</w:tr>
    </w:tbl>
    <w:p w14:paraId="549A3FE4" w14:textId="77777777" w:rsidR="00513A96" w:rsidRPr="00513A96" w:rsidRDefault="00513A96" w:rsidP="00513A96">
      <w:pPr>
        <w:tabs>
          <w:tab w:val="left" w:pos="5344"/>
        </w:tabs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47"/>
      </w:tblGrid>
      <w:tr w:rsidR="009353D8" w:rsidRPr="009353D8" w14:paraId="2C8D51E2" w14:textId="77777777" w:rsidTr="009353D8">
        <w:trPr>
          <w:trHeight w:val="1012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9FE7D2" w14:textId="77777777" w:rsidR="009353D8" w:rsidRPr="009353D8" w:rsidRDefault="009353D8" w:rsidP="009353D8">
            <w:pPr>
              <w:tabs>
                <w:tab w:val="left" w:pos="5344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53D8" w:rsidRPr="009353D8" w14:paraId="29AA7C80" w14:textId="77777777" w:rsidTr="009353D8">
        <w:trPr>
          <w:trHeight w:val="395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8B28D6" w14:textId="77777777" w:rsidR="009353D8" w:rsidRPr="00376262" w:rsidRDefault="009353D8" w:rsidP="009353D8">
            <w:pPr>
              <w:tabs>
                <w:tab w:val="left" w:pos="5344"/>
              </w:tabs>
              <w:jc w:val="both"/>
              <w:rPr>
                <w:rFonts w:asciiTheme="minorHAnsi" w:hAnsiTheme="minorHAnsi" w:cstheme="minorHAnsi"/>
              </w:rPr>
            </w:pPr>
            <w:r w:rsidRPr="00376262">
              <w:rPr>
                <w:rFonts w:asciiTheme="minorHAnsi" w:hAnsiTheme="minorHAnsi" w:cstheme="minorHAnsi"/>
              </w:rPr>
              <w:t>Pieczęć / imię i nazwisko/ nazwa i adres Wykonawcy</w:t>
            </w:r>
          </w:p>
        </w:tc>
      </w:tr>
    </w:tbl>
    <w:p w14:paraId="74313686" w14:textId="77777777" w:rsidR="00513A96" w:rsidRPr="00513A96" w:rsidRDefault="00513A96" w:rsidP="00513A96">
      <w:pPr>
        <w:tabs>
          <w:tab w:val="left" w:pos="5344"/>
        </w:tabs>
        <w:jc w:val="both"/>
        <w:rPr>
          <w:rFonts w:asciiTheme="minorHAnsi" w:hAnsiTheme="minorHAnsi" w:cstheme="minorHAnsi"/>
        </w:rPr>
      </w:pPr>
    </w:p>
    <w:p w14:paraId="1F05B249" w14:textId="77777777" w:rsidR="00513A96" w:rsidRPr="00513A96" w:rsidRDefault="00513A96" w:rsidP="00513A9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14"/>
          <w:szCs w:val="23"/>
        </w:rPr>
      </w:pPr>
    </w:p>
    <w:p w14:paraId="38955AE2" w14:textId="0715CE84" w:rsidR="00513A96" w:rsidRPr="00513A96" w:rsidRDefault="00513A96" w:rsidP="00513A9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23"/>
        </w:rPr>
      </w:pPr>
      <w:r w:rsidRPr="00513A96">
        <w:rPr>
          <w:rFonts w:asciiTheme="minorHAnsi" w:hAnsiTheme="minorHAnsi" w:cstheme="minorHAnsi"/>
          <w:b/>
          <w:szCs w:val="23"/>
        </w:rPr>
        <w:t xml:space="preserve">OŚWIADCZENIE WYKONAWCY  </w:t>
      </w:r>
      <w:r w:rsidRPr="00513A96">
        <w:rPr>
          <w:rFonts w:asciiTheme="minorHAnsi" w:hAnsiTheme="minorHAnsi" w:cstheme="minorHAnsi"/>
          <w:b/>
          <w:szCs w:val="23"/>
        </w:rPr>
        <w:br/>
        <w:t>ZGODA NA PRZETWARZANIE DANYCH OSOBOWY</w:t>
      </w:r>
      <w:r w:rsidR="00162CE6">
        <w:rPr>
          <w:rFonts w:asciiTheme="minorHAnsi" w:hAnsiTheme="minorHAnsi" w:cstheme="minorHAnsi"/>
          <w:b/>
          <w:szCs w:val="23"/>
        </w:rPr>
        <w:t>CH</w:t>
      </w:r>
    </w:p>
    <w:p w14:paraId="54CC6B10" w14:textId="77777777" w:rsidR="00513A96" w:rsidRPr="00513A96" w:rsidRDefault="00513A96" w:rsidP="00513A9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23"/>
        </w:rPr>
      </w:pPr>
    </w:p>
    <w:p w14:paraId="39332B8A" w14:textId="23FB0F34" w:rsidR="00513A96" w:rsidRPr="0054571D" w:rsidRDefault="00513A96" w:rsidP="0054571D">
      <w:pPr>
        <w:jc w:val="both"/>
        <w:rPr>
          <w:rFonts w:asciiTheme="minorHAnsi" w:hAnsiTheme="minorHAnsi" w:cstheme="minorHAnsi"/>
        </w:rPr>
      </w:pPr>
      <w:r w:rsidRPr="0054571D">
        <w:rPr>
          <w:rFonts w:asciiTheme="minorHAnsi" w:eastAsia="Calibri" w:hAnsiTheme="minorHAnsi" w:cstheme="minorHAnsi"/>
        </w:rPr>
        <w:t>W związku ze złożeniem oferty na Zapytanie Ofertowe</w:t>
      </w:r>
      <w:r w:rsidR="0054571D" w:rsidRPr="0054571D">
        <w:rPr>
          <w:rFonts w:asciiTheme="minorHAnsi" w:eastAsia="Calibri" w:hAnsiTheme="minorHAnsi" w:cstheme="minorHAnsi"/>
        </w:rPr>
        <w:t xml:space="preserve"> </w:t>
      </w:r>
      <w:r w:rsidRPr="0054571D">
        <w:rPr>
          <w:rFonts w:asciiTheme="minorHAnsi" w:eastAsia="Calibri" w:hAnsiTheme="minorHAnsi" w:cstheme="minorHAnsi"/>
        </w:rPr>
        <w:t xml:space="preserve">na </w:t>
      </w:r>
      <w:r w:rsidR="004915D9" w:rsidRPr="0054571D">
        <w:rPr>
          <w:rFonts w:asciiTheme="minorHAnsi" w:eastAsia="Calibri" w:hAnsiTheme="minorHAnsi" w:cstheme="minorHAnsi"/>
          <w:b/>
          <w:bCs/>
          <w:i/>
          <w:iCs/>
        </w:rPr>
        <w:t xml:space="preserve"> dostawę w formie leasingu operacyjnego nowego samochodu osobowego z opcją wykupu </w:t>
      </w:r>
      <w:r w:rsidRPr="0054571D">
        <w:rPr>
          <w:rFonts w:asciiTheme="minorHAnsi" w:eastAsia="Calibri" w:hAnsiTheme="minorHAnsi" w:cstheme="minorHAnsi"/>
        </w:rPr>
        <w:t>w ramach projektu</w:t>
      </w:r>
      <w:r w:rsidRPr="0054571D">
        <w:rPr>
          <w:rFonts w:asciiTheme="minorHAnsi" w:hAnsiTheme="minorHAnsi" w:cstheme="minorHAnsi"/>
        </w:rPr>
        <w:t xml:space="preserve"> „</w:t>
      </w:r>
      <w:r w:rsidR="0054571D" w:rsidRPr="0054571D">
        <w:rPr>
          <w:rFonts w:asciiTheme="minorHAnsi" w:hAnsiTheme="minorHAnsi" w:cstheme="minorHAnsi"/>
          <w:b/>
          <w:bCs/>
        </w:rPr>
        <w:t>Wspieramy - pomagamy - działamy - wsparcie usług opiekuńczych na terenie subregionu północnego województwa opolskiego”</w:t>
      </w:r>
      <w:r w:rsidR="0054571D" w:rsidRPr="0054571D">
        <w:rPr>
          <w:rFonts w:asciiTheme="minorHAnsi" w:hAnsiTheme="minorHAnsi" w:cstheme="minorHAnsi"/>
        </w:rPr>
        <w:t xml:space="preserve"> współfinansowanego ze środków Europejskiego Funduszu Społecznego Plus (EFS+), Priorytet FEO 2021-2027 07 - Fundusze Europejskie wspierające usługi społeczne i zdrowotne w opolskim, Działanie FEO 2021-2027 07.01 - Usługi zdrowotne i społeczne oraz opieka długoterminowa</w:t>
      </w:r>
      <w:r w:rsidR="0054571D" w:rsidRPr="0054571D">
        <w:rPr>
          <w:rFonts w:asciiTheme="minorHAnsi" w:hAnsiTheme="minorHAnsi" w:cstheme="minorHAnsi"/>
        </w:rPr>
        <w:t xml:space="preserve">, </w:t>
      </w:r>
      <w:r w:rsidRPr="0054571D">
        <w:rPr>
          <w:rFonts w:asciiTheme="minorHAnsi" w:hAnsiTheme="minorHAnsi" w:cstheme="minorHAnsi"/>
        </w:rPr>
        <w:t xml:space="preserve">wyrażam zgodę na gromadzenie i przetwarzanie swoich danych osobowych przez Zamawiającego w zakresie niezbędnym do realizacji niniejszego postępowania ofertowego, zgodnie z Rozporządzeniem Parlamentu Europejskiego i Rady (UE) 2016/679 z dnia 27 kwietnia 2016 r. w sprawie ochrony osób fizycznych w związku z przetwarzaniem danych osobowych i w sprawie swobodnego przepływu takich danych oraz uchylenia dyrektywy 95/46/WE (dalej jako „RODO” lub „Ogólne rozporządzenie o ochronie danych osobowych”). </w:t>
      </w:r>
    </w:p>
    <w:p w14:paraId="000B485A" w14:textId="11467640" w:rsidR="00513A96" w:rsidRPr="00513A96" w:rsidRDefault="00513A96" w:rsidP="0090696A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 w:rsidRPr="00513A96">
        <w:rPr>
          <w:rFonts w:asciiTheme="minorHAnsi" w:hAnsiTheme="minorHAnsi" w:cstheme="minorHAnsi"/>
        </w:rPr>
        <w:t>Przetwarzanie powierzonych danych osobowych będzie odbywało się z poszanowaniem przepisów RODO oraz wydanych w związku z nim krajowych przepisów z zakresu ochrony danych osobowych. Zamawiający będzie przetwarzać dane osobowe w zakresie i celu przeprowadzenia postępowania ofertowego</w:t>
      </w:r>
      <w:r w:rsidR="00793F75">
        <w:rPr>
          <w:rFonts w:asciiTheme="minorHAnsi" w:hAnsiTheme="minorHAnsi" w:cstheme="minorHAnsi"/>
        </w:rPr>
        <w:t xml:space="preserve"> (w tym publikacji danych wykonawcy na stronie </w:t>
      </w:r>
      <w:r w:rsidR="00793F75" w:rsidRPr="00793F75">
        <w:rPr>
          <w:rFonts w:asciiTheme="minorHAnsi" w:hAnsiTheme="minorHAnsi" w:cstheme="minorHAnsi"/>
        </w:rPr>
        <w:t>https://bazakonkurencyjnosci.funduszeeuropejskie.gov.pl/</w:t>
      </w:r>
      <w:r w:rsidR="00793F75">
        <w:rPr>
          <w:rFonts w:asciiTheme="minorHAnsi" w:hAnsiTheme="minorHAnsi" w:cstheme="minorHAnsi"/>
        </w:rPr>
        <w:t>, udostępniania oferty na wniosek innego wykonawcy uczestniczącego w postępowaniu)</w:t>
      </w:r>
      <w:r w:rsidRPr="00513A96">
        <w:rPr>
          <w:rFonts w:asciiTheme="minorHAnsi" w:hAnsiTheme="minorHAnsi" w:cstheme="minorHAnsi"/>
        </w:rPr>
        <w:t xml:space="preserve"> oraz realizacji obowiązku prawnego na podstawie art. 6 ust. 1 lit. c RODO</w:t>
      </w:r>
    </w:p>
    <w:p w14:paraId="4BE361FC" w14:textId="77777777" w:rsidR="00513A96" w:rsidRDefault="00513A96" w:rsidP="00513A96">
      <w:pPr>
        <w:jc w:val="both"/>
      </w:pPr>
    </w:p>
    <w:p w14:paraId="6D32F0B7" w14:textId="77777777" w:rsidR="00513A96" w:rsidRDefault="00513A96" w:rsidP="00513A96">
      <w:pPr>
        <w:jc w:val="both"/>
      </w:pPr>
    </w:p>
    <w:p w14:paraId="564980BC" w14:textId="77777777" w:rsidR="00513A96" w:rsidRDefault="00513A96" w:rsidP="00513A96">
      <w:pPr>
        <w:jc w:val="both"/>
      </w:pPr>
    </w:p>
    <w:p w14:paraId="5CDC87A2" w14:textId="77777777" w:rsidR="00513A96" w:rsidRDefault="00513A96" w:rsidP="00513A96">
      <w:pPr>
        <w:jc w:val="both"/>
      </w:pPr>
    </w:p>
    <w:p w14:paraId="134C3BCE" w14:textId="5232A65E" w:rsidR="00513A96" w:rsidRPr="00F079E5" w:rsidRDefault="00513A96" w:rsidP="00513A96">
      <w:pPr>
        <w:tabs>
          <w:tab w:val="left" w:pos="5344"/>
        </w:tabs>
        <w:jc w:val="both"/>
        <w:rPr>
          <w:rFonts w:eastAsia="Calibri" w:cstheme="minorHAnsi"/>
          <w:i/>
        </w:rPr>
      </w:pPr>
      <w:r w:rsidRPr="00F079E5">
        <w:rPr>
          <w:rFonts w:eastAsia="Calibri" w:cstheme="minorHAnsi"/>
        </w:rPr>
        <w:t xml:space="preserve"> ____________________________</w:t>
      </w:r>
      <w:r>
        <w:rPr>
          <w:rFonts w:eastAsia="Calibri" w:cstheme="minorHAnsi"/>
        </w:rPr>
        <w:t xml:space="preserve">                 </w:t>
      </w:r>
      <w:r w:rsidRPr="00F079E5">
        <w:rPr>
          <w:rFonts w:eastAsia="Calibri" w:cstheme="minorHAnsi"/>
        </w:rPr>
        <w:t>_______________________________</w:t>
      </w:r>
    </w:p>
    <w:p w14:paraId="6E9EFB2A" w14:textId="77777777" w:rsidR="00513A96" w:rsidRPr="00F079E5" w:rsidRDefault="00513A96" w:rsidP="00513A96">
      <w:pPr>
        <w:tabs>
          <w:tab w:val="left" w:pos="5344"/>
        </w:tabs>
        <w:ind w:left="5616" w:hanging="5616"/>
        <w:jc w:val="both"/>
        <w:rPr>
          <w:rFonts w:eastAsia="Calibri" w:cstheme="minorHAnsi"/>
          <w:i/>
          <w:sz w:val="20"/>
          <w:szCs w:val="20"/>
        </w:rPr>
      </w:pPr>
      <w:r w:rsidRPr="00F079E5">
        <w:rPr>
          <w:rFonts w:eastAsia="Calibri" w:cstheme="minorHAnsi"/>
          <w:i/>
          <w:sz w:val="20"/>
          <w:szCs w:val="20"/>
        </w:rPr>
        <w:t xml:space="preserve">                    (</w:t>
      </w:r>
      <w:r w:rsidRPr="00F079E5">
        <w:rPr>
          <w:rFonts w:eastAsia="Calibri" w:cstheme="minorHAnsi"/>
          <w:i/>
          <w:sz w:val="18"/>
          <w:szCs w:val="18"/>
        </w:rPr>
        <w:t xml:space="preserve">miejscowość i </w:t>
      </w:r>
      <w:proofErr w:type="gramStart"/>
      <w:r w:rsidRPr="00F079E5">
        <w:rPr>
          <w:rFonts w:eastAsia="Calibri" w:cstheme="minorHAnsi"/>
          <w:i/>
          <w:sz w:val="18"/>
          <w:szCs w:val="18"/>
        </w:rPr>
        <w:t xml:space="preserve">data)  </w:t>
      </w:r>
      <w:r w:rsidRPr="00F079E5">
        <w:rPr>
          <w:rFonts w:eastAsia="Calibri" w:cstheme="minorHAnsi"/>
          <w:i/>
          <w:sz w:val="18"/>
          <w:szCs w:val="18"/>
        </w:rPr>
        <w:tab/>
      </w:r>
      <w:proofErr w:type="gramEnd"/>
      <w:r w:rsidRPr="00F079E5">
        <w:rPr>
          <w:rFonts w:eastAsia="Calibri" w:cstheme="minorHAnsi"/>
          <w:i/>
          <w:sz w:val="18"/>
          <w:szCs w:val="18"/>
        </w:rPr>
        <w:t xml:space="preserve">   </w:t>
      </w:r>
      <w:proofErr w:type="gramStart"/>
      <w:r w:rsidRPr="00F079E5">
        <w:rPr>
          <w:rFonts w:eastAsia="Calibri" w:cstheme="minorHAnsi"/>
          <w:i/>
          <w:sz w:val="18"/>
          <w:szCs w:val="18"/>
        </w:rPr>
        <w:t xml:space="preserve">   </w:t>
      </w:r>
      <w:r>
        <w:rPr>
          <w:rFonts w:eastAsia="Calibri" w:cstheme="minorHAnsi"/>
          <w:i/>
          <w:sz w:val="18"/>
          <w:szCs w:val="18"/>
        </w:rPr>
        <w:t>(</w:t>
      </w:r>
      <w:proofErr w:type="gramEnd"/>
      <w:r>
        <w:rPr>
          <w:rFonts w:eastAsia="Calibri" w:cstheme="minorHAnsi"/>
          <w:i/>
          <w:sz w:val="18"/>
          <w:szCs w:val="18"/>
        </w:rPr>
        <w:t xml:space="preserve">czytelny </w:t>
      </w:r>
      <w:r w:rsidRPr="00F079E5">
        <w:rPr>
          <w:rFonts w:eastAsia="Calibri" w:cstheme="minorHAnsi"/>
          <w:i/>
          <w:sz w:val="18"/>
          <w:szCs w:val="18"/>
        </w:rPr>
        <w:t>podpis i pieczęć Wykonawcy lub jego upoważnionego przedstawiciela)</w:t>
      </w:r>
    </w:p>
    <w:p w14:paraId="64167656" w14:textId="77777777" w:rsidR="00513A96" w:rsidRDefault="00513A96" w:rsidP="00513A96">
      <w:pPr>
        <w:rPr>
          <w:b/>
          <w:bCs/>
        </w:rPr>
      </w:pPr>
    </w:p>
    <w:p w14:paraId="0D268E80" w14:textId="56A39DA9" w:rsidR="00FA1940" w:rsidRPr="00B470D8" w:rsidRDefault="00FA1940" w:rsidP="00FA6128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sectPr w:rsidR="00FA1940" w:rsidRPr="00B470D8" w:rsidSect="001E1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9BBB7" w14:textId="77777777" w:rsidR="00254217" w:rsidRDefault="00254217">
      <w:r>
        <w:separator/>
      </w:r>
    </w:p>
  </w:endnote>
  <w:endnote w:type="continuationSeparator" w:id="0">
    <w:p w14:paraId="736D1C42" w14:textId="77777777" w:rsidR="00254217" w:rsidRDefault="0025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7B784" w14:textId="77777777" w:rsidR="0054571D" w:rsidRDefault="005457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47D87B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4E9354B" w:rsidR="0039481F" w:rsidRPr="00B01F08" w:rsidRDefault="0039481F" w:rsidP="0039481F">
    <w:pPr>
      <w:pStyle w:val="Stopka"/>
      <w:ind w:left="-709" w:firstLine="99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FF196" w14:textId="77777777" w:rsidR="00254217" w:rsidRDefault="00254217">
      <w:r>
        <w:separator/>
      </w:r>
    </w:p>
  </w:footnote>
  <w:footnote w:type="continuationSeparator" w:id="0">
    <w:p w14:paraId="43129636" w14:textId="77777777" w:rsidR="00254217" w:rsidRDefault="00254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1908" w14:textId="77777777" w:rsidR="0054571D" w:rsidRDefault="005457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77777777" w:rsidR="009A4ACC" w:rsidRDefault="009A4ACC" w:rsidP="00A2686F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694F2ED6" w:rsidR="000174EA" w:rsidRPr="0054571D" w:rsidRDefault="0054571D" w:rsidP="0054571D">
    <w:pPr>
      <w:pStyle w:val="Nagwek"/>
    </w:pPr>
    <w:r w:rsidRPr="000D08E3">
      <w:rPr>
        <w:noProof/>
      </w:rPr>
      <w:drawing>
        <wp:inline distT="0" distB="0" distL="0" distR="0" wp14:anchorId="1DC4BA9C" wp14:editId="48260060">
          <wp:extent cx="5759450" cy="732155"/>
          <wp:effectExtent l="0" t="0" r="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2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590AA7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color w:val="000000"/>
        <w:kern w:val="2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EA1E3C"/>
    <w:multiLevelType w:val="multilevel"/>
    <w:tmpl w:val="20001FF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AC4616"/>
    <w:multiLevelType w:val="multilevel"/>
    <w:tmpl w:val="D4322F4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232BAE"/>
    <w:multiLevelType w:val="multilevel"/>
    <w:tmpl w:val="424487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9D0"/>
    <w:multiLevelType w:val="multilevel"/>
    <w:tmpl w:val="88C22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D5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9166C95"/>
    <w:multiLevelType w:val="multilevel"/>
    <w:tmpl w:val="DC8C80F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1A1442"/>
    <w:multiLevelType w:val="multilevel"/>
    <w:tmpl w:val="95C4F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F49EB"/>
    <w:multiLevelType w:val="multilevel"/>
    <w:tmpl w:val="F550C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D619C"/>
    <w:multiLevelType w:val="multilevel"/>
    <w:tmpl w:val="C4C09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F226E9"/>
    <w:multiLevelType w:val="multilevel"/>
    <w:tmpl w:val="DF401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03BE0"/>
    <w:multiLevelType w:val="multilevel"/>
    <w:tmpl w:val="8DAEE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E1081"/>
    <w:multiLevelType w:val="hybridMultilevel"/>
    <w:tmpl w:val="D7C8BCE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D0911"/>
    <w:multiLevelType w:val="multilevel"/>
    <w:tmpl w:val="298E8C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50243"/>
    <w:multiLevelType w:val="multilevel"/>
    <w:tmpl w:val="EC1E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86D00"/>
    <w:multiLevelType w:val="multilevel"/>
    <w:tmpl w:val="B03211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8629FC"/>
    <w:multiLevelType w:val="multilevel"/>
    <w:tmpl w:val="A89E6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D141C"/>
    <w:multiLevelType w:val="multilevel"/>
    <w:tmpl w:val="3BF6B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758B6"/>
    <w:multiLevelType w:val="multilevel"/>
    <w:tmpl w:val="2E942B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55590DEC"/>
    <w:multiLevelType w:val="multilevel"/>
    <w:tmpl w:val="6EE84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C6CF9"/>
    <w:multiLevelType w:val="multilevel"/>
    <w:tmpl w:val="92A89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004C1"/>
    <w:multiLevelType w:val="multilevel"/>
    <w:tmpl w:val="3604AA0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566CBF1A"/>
    <w:lvl w:ilvl="0" w:tplc="BDC22B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04B74"/>
    <w:multiLevelType w:val="multilevel"/>
    <w:tmpl w:val="B28C2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2182B"/>
    <w:multiLevelType w:val="multilevel"/>
    <w:tmpl w:val="A8D8F5B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B7B1373"/>
    <w:multiLevelType w:val="multilevel"/>
    <w:tmpl w:val="B3D09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F4D7A"/>
    <w:multiLevelType w:val="multilevel"/>
    <w:tmpl w:val="30A82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72884"/>
    <w:multiLevelType w:val="multilevel"/>
    <w:tmpl w:val="09FED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E1E1E"/>
    <w:multiLevelType w:val="hybridMultilevel"/>
    <w:tmpl w:val="31F0431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01959"/>
    <w:multiLevelType w:val="multilevel"/>
    <w:tmpl w:val="5BECD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35C0A"/>
    <w:multiLevelType w:val="multilevel"/>
    <w:tmpl w:val="428E9EAC"/>
    <w:numStyleLink w:val="Lista1"/>
  </w:abstractNum>
  <w:num w:numId="1" w16cid:durableId="1175925745">
    <w:abstractNumId w:val="25"/>
  </w:num>
  <w:num w:numId="2" w16cid:durableId="894127449">
    <w:abstractNumId w:val="32"/>
  </w:num>
  <w:num w:numId="3" w16cid:durableId="1429889355">
    <w:abstractNumId w:val="18"/>
  </w:num>
  <w:num w:numId="4" w16cid:durableId="223487769">
    <w:abstractNumId w:val="2"/>
  </w:num>
  <w:num w:numId="5" w16cid:durableId="1201942104">
    <w:abstractNumId w:val="3"/>
  </w:num>
  <w:num w:numId="6" w16cid:durableId="1399018360">
    <w:abstractNumId w:val="13"/>
  </w:num>
  <w:num w:numId="7" w16cid:durableId="559369524">
    <w:abstractNumId w:val="21"/>
  </w:num>
  <w:num w:numId="8" w16cid:durableId="1951082758">
    <w:abstractNumId w:val="23"/>
  </w:num>
  <w:num w:numId="9" w16cid:durableId="1250117864">
    <w:abstractNumId w:val="5"/>
  </w:num>
  <w:num w:numId="10" w16cid:durableId="1329332492">
    <w:abstractNumId w:val="7"/>
  </w:num>
  <w:num w:numId="11" w16cid:durableId="1996521153">
    <w:abstractNumId w:val="1"/>
  </w:num>
  <w:num w:numId="12" w16cid:durableId="1261988477">
    <w:abstractNumId w:val="27"/>
  </w:num>
  <w:num w:numId="13" w16cid:durableId="77144080">
    <w:abstractNumId w:val="19"/>
  </w:num>
  <w:num w:numId="14" w16cid:durableId="930434149">
    <w:abstractNumId w:val="10"/>
  </w:num>
  <w:num w:numId="15" w16cid:durableId="1144158178">
    <w:abstractNumId w:val="8"/>
  </w:num>
  <w:num w:numId="16" w16cid:durableId="2123259987">
    <w:abstractNumId w:val="9"/>
  </w:num>
  <w:num w:numId="17" w16cid:durableId="1716393509">
    <w:abstractNumId w:val="14"/>
  </w:num>
  <w:num w:numId="18" w16cid:durableId="1703625128">
    <w:abstractNumId w:val="20"/>
  </w:num>
  <w:num w:numId="19" w16cid:durableId="968121454">
    <w:abstractNumId w:val="4"/>
  </w:num>
  <w:num w:numId="20" w16cid:durableId="746223828">
    <w:abstractNumId w:val="16"/>
  </w:num>
  <w:num w:numId="21" w16cid:durableId="352654024">
    <w:abstractNumId w:val="6"/>
  </w:num>
  <w:num w:numId="22" w16cid:durableId="313917915">
    <w:abstractNumId w:val="26"/>
  </w:num>
  <w:num w:numId="23" w16cid:durableId="295257936">
    <w:abstractNumId w:val="31"/>
  </w:num>
  <w:num w:numId="24" w16cid:durableId="655498430">
    <w:abstractNumId w:val="17"/>
  </w:num>
  <w:num w:numId="25" w16cid:durableId="253324762">
    <w:abstractNumId w:val="12"/>
  </w:num>
  <w:num w:numId="26" w16cid:durableId="161899883">
    <w:abstractNumId w:val="24"/>
  </w:num>
  <w:num w:numId="27" w16cid:durableId="1705132584">
    <w:abstractNumId w:val="28"/>
  </w:num>
  <w:num w:numId="28" w16cid:durableId="1908108662">
    <w:abstractNumId w:val="11"/>
  </w:num>
  <w:num w:numId="29" w16cid:durableId="814033940">
    <w:abstractNumId w:val="15"/>
  </w:num>
  <w:num w:numId="30" w16cid:durableId="1561676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6735229">
    <w:abstractNumId w:val="30"/>
  </w:num>
  <w:num w:numId="32" w16cid:durableId="3011522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22790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240C5"/>
    <w:rsid w:val="000320CA"/>
    <w:rsid w:val="000364DF"/>
    <w:rsid w:val="000366AB"/>
    <w:rsid w:val="00041B05"/>
    <w:rsid w:val="00061F20"/>
    <w:rsid w:val="000644E3"/>
    <w:rsid w:val="00080D83"/>
    <w:rsid w:val="000842A2"/>
    <w:rsid w:val="000A3836"/>
    <w:rsid w:val="000B0D8A"/>
    <w:rsid w:val="000C6705"/>
    <w:rsid w:val="000D283E"/>
    <w:rsid w:val="000D4F0B"/>
    <w:rsid w:val="000F6DEC"/>
    <w:rsid w:val="00120BC8"/>
    <w:rsid w:val="00124D4A"/>
    <w:rsid w:val="001304E7"/>
    <w:rsid w:val="00130B23"/>
    <w:rsid w:val="001520FF"/>
    <w:rsid w:val="00162CE6"/>
    <w:rsid w:val="00182C9F"/>
    <w:rsid w:val="001838D7"/>
    <w:rsid w:val="001855F5"/>
    <w:rsid w:val="00186888"/>
    <w:rsid w:val="001A02A1"/>
    <w:rsid w:val="001A081C"/>
    <w:rsid w:val="001A3D33"/>
    <w:rsid w:val="001B210F"/>
    <w:rsid w:val="001B7DBD"/>
    <w:rsid w:val="001D059A"/>
    <w:rsid w:val="001E118E"/>
    <w:rsid w:val="001E5F21"/>
    <w:rsid w:val="00231B62"/>
    <w:rsid w:val="00234A4E"/>
    <w:rsid w:val="00241C1F"/>
    <w:rsid w:val="002425AE"/>
    <w:rsid w:val="00245A20"/>
    <w:rsid w:val="002529E4"/>
    <w:rsid w:val="00254217"/>
    <w:rsid w:val="002C6347"/>
    <w:rsid w:val="002F74EA"/>
    <w:rsid w:val="00315901"/>
    <w:rsid w:val="00317F7F"/>
    <w:rsid w:val="00320AAC"/>
    <w:rsid w:val="00325198"/>
    <w:rsid w:val="00350688"/>
    <w:rsid w:val="003526F5"/>
    <w:rsid w:val="0035482A"/>
    <w:rsid w:val="003619F2"/>
    <w:rsid w:val="00365820"/>
    <w:rsid w:val="0036628B"/>
    <w:rsid w:val="00366C63"/>
    <w:rsid w:val="00376262"/>
    <w:rsid w:val="0038617A"/>
    <w:rsid w:val="0039481F"/>
    <w:rsid w:val="0039693E"/>
    <w:rsid w:val="003B4EB9"/>
    <w:rsid w:val="003C554F"/>
    <w:rsid w:val="003E29EC"/>
    <w:rsid w:val="0040149C"/>
    <w:rsid w:val="00414478"/>
    <w:rsid w:val="00440CC4"/>
    <w:rsid w:val="00442EDC"/>
    <w:rsid w:val="004430F4"/>
    <w:rsid w:val="00464281"/>
    <w:rsid w:val="004835A6"/>
    <w:rsid w:val="0048548B"/>
    <w:rsid w:val="004915D9"/>
    <w:rsid w:val="00492BD3"/>
    <w:rsid w:val="0049437B"/>
    <w:rsid w:val="004B38AD"/>
    <w:rsid w:val="004B6CE3"/>
    <w:rsid w:val="004B70BD"/>
    <w:rsid w:val="004C303B"/>
    <w:rsid w:val="004D225F"/>
    <w:rsid w:val="004F2005"/>
    <w:rsid w:val="00513A96"/>
    <w:rsid w:val="0052111D"/>
    <w:rsid w:val="005266B7"/>
    <w:rsid w:val="00530106"/>
    <w:rsid w:val="0054571D"/>
    <w:rsid w:val="005760A9"/>
    <w:rsid w:val="00582E29"/>
    <w:rsid w:val="00594464"/>
    <w:rsid w:val="005F6B54"/>
    <w:rsid w:val="0061443A"/>
    <w:rsid w:val="0061767F"/>
    <w:rsid w:val="00622781"/>
    <w:rsid w:val="00632A8E"/>
    <w:rsid w:val="00640BFF"/>
    <w:rsid w:val="0066032A"/>
    <w:rsid w:val="00665A91"/>
    <w:rsid w:val="0069621B"/>
    <w:rsid w:val="006A17DC"/>
    <w:rsid w:val="006B4267"/>
    <w:rsid w:val="006F0C63"/>
    <w:rsid w:val="006F209E"/>
    <w:rsid w:val="00701AB7"/>
    <w:rsid w:val="00727F94"/>
    <w:rsid w:val="007337EB"/>
    <w:rsid w:val="00733A90"/>
    <w:rsid w:val="00745AC7"/>
    <w:rsid w:val="00745D18"/>
    <w:rsid w:val="00776530"/>
    <w:rsid w:val="00791E8E"/>
    <w:rsid w:val="00793F75"/>
    <w:rsid w:val="007A0109"/>
    <w:rsid w:val="007A115A"/>
    <w:rsid w:val="007A3FC6"/>
    <w:rsid w:val="007B2500"/>
    <w:rsid w:val="007B5688"/>
    <w:rsid w:val="007D61D6"/>
    <w:rsid w:val="007E1B19"/>
    <w:rsid w:val="007F3623"/>
    <w:rsid w:val="00813A76"/>
    <w:rsid w:val="00817357"/>
    <w:rsid w:val="00827311"/>
    <w:rsid w:val="00834BB4"/>
    <w:rsid w:val="00835187"/>
    <w:rsid w:val="00873501"/>
    <w:rsid w:val="00876326"/>
    <w:rsid w:val="0088552B"/>
    <w:rsid w:val="008900AD"/>
    <w:rsid w:val="00891BE3"/>
    <w:rsid w:val="008945D9"/>
    <w:rsid w:val="00896484"/>
    <w:rsid w:val="008A1120"/>
    <w:rsid w:val="008A5D4D"/>
    <w:rsid w:val="008C3E48"/>
    <w:rsid w:val="008C52E2"/>
    <w:rsid w:val="0090696A"/>
    <w:rsid w:val="009353D8"/>
    <w:rsid w:val="00941260"/>
    <w:rsid w:val="009427F1"/>
    <w:rsid w:val="00956363"/>
    <w:rsid w:val="00960E89"/>
    <w:rsid w:val="009706FB"/>
    <w:rsid w:val="009726FB"/>
    <w:rsid w:val="00993D54"/>
    <w:rsid w:val="009A4ACC"/>
    <w:rsid w:val="009B44A4"/>
    <w:rsid w:val="009B4A7B"/>
    <w:rsid w:val="009B4D13"/>
    <w:rsid w:val="009D71C1"/>
    <w:rsid w:val="009F2CF0"/>
    <w:rsid w:val="00A0160D"/>
    <w:rsid w:val="00A04690"/>
    <w:rsid w:val="00A2686F"/>
    <w:rsid w:val="00A32656"/>
    <w:rsid w:val="00A40DD3"/>
    <w:rsid w:val="00A830EB"/>
    <w:rsid w:val="00A8311B"/>
    <w:rsid w:val="00A92EAB"/>
    <w:rsid w:val="00AD1EFE"/>
    <w:rsid w:val="00AD51FC"/>
    <w:rsid w:val="00AD7E56"/>
    <w:rsid w:val="00B01F08"/>
    <w:rsid w:val="00B1095D"/>
    <w:rsid w:val="00B16E8F"/>
    <w:rsid w:val="00B23873"/>
    <w:rsid w:val="00B2442F"/>
    <w:rsid w:val="00B30401"/>
    <w:rsid w:val="00B470D8"/>
    <w:rsid w:val="00B51AAC"/>
    <w:rsid w:val="00B53DD7"/>
    <w:rsid w:val="00B658F0"/>
    <w:rsid w:val="00B6637D"/>
    <w:rsid w:val="00B67805"/>
    <w:rsid w:val="00B82B3F"/>
    <w:rsid w:val="00BA6BF7"/>
    <w:rsid w:val="00BB08B2"/>
    <w:rsid w:val="00BB76D0"/>
    <w:rsid w:val="00BC2A09"/>
    <w:rsid w:val="00BC363C"/>
    <w:rsid w:val="00BF252E"/>
    <w:rsid w:val="00C01FD7"/>
    <w:rsid w:val="00C25371"/>
    <w:rsid w:val="00C268A0"/>
    <w:rsid w:val="00C273F7"/>
    <w:rsid w:val="00C377A0"/>
    <w:rsid w:val="00C57BB1"/>
    <w:rsid w:val="00C62C24"/>
    <w:rsid w:val="00C635B6"/>
    <w:rsid w:val="00C67794"/>
    <w:rsid w:val="00C91B8B"/>
    <w:rsid w:val="00C97BA2"/>
    <w:rsid w:val="00CA3570"/>
    <w:rsid w:val="00CA5CBD"/>
    <w:rsid w:val="00CD3749"/>
    <w:rsid w:val="00CE005B"/>
    <w:rsid w:val="00D0361A"/>
    <w:rsid w:val="00D066E7"/>
    <w:rsid w:val="00D1150B"/>
    <w:rsid w:val="00D214F9"/>
    <w:rsid w:val="00D30ADD"/>
    <w:rsid w:val="00D403CF"/>
    <w:rsid w:val="00D43666"/>
    <w:rsid w:val="00D43A0D"/>
    <w:rsid w:val="00D46432"/>
    <w:rsid w:val="00D46867"/>
    <w:rsid w:val="00D47EC2"/>
    <w:rsid w:val="00D526F3"/>
    <w:rsid w:val="00D57724"/>
    <w:rsid w:val="00D65A6A"/>
    <w:rsid w:val="00D75270"/>
    <w:rsid w:val="00DA2034"/>
    <w:rsid w:val="00DC733E"/>
    <w:rsid w:val="00DD1854"/>
    <w:rsid w:val="00DE5229"/>
    <w:rsid w:val="00DF0C1F"/>
    <w:rsid w:val="00DF57BE"/>
    <w:rsid w:val="00E06500"/>
    <w:rsid w:val="00E413F1"/>
    <w:rsid w:val="00E539C6"/>
    <w:rsid w:val="00E54E8E"/>
    <w:rsid w:val="00E57060"/>
    <w:rsid w:val="00E64D96"/>
    <w:rsid w:val="00E664A4"/>
    <w:rsid w:val="00E80169"/>
    <w:rsid w:val="00E81ADD"/>
    <w:rsid w:val="00E87616"/>
    <w:rsid w:val="00E90759"/>
    <w:rsid w:val="00E97D35"/>
    <w:rsid w:val="00EA5C16"/>
    <w:rsid w:val="00EC18EB"/>
    <w:rsid w:val="00EE184E"/>
    <w:rsid w:val="00EE526B"/>
    <w:rsid w:val="00EE7CDF"/>
    <w:rsid w:val="00EF000D"/>
    <w:rsid w:val="00EF074C"/>
    <w:rsid w:val="00EF475C"/>
    <w:rsid w:val="00F02994"/>
    <w:rsid w:val="00F31412"/>
    <w:rsid w:val="00F5032F"/>
    <w:rsid w:val="00F50C6E"/>
    <w:rsid w:val="00F545A3"/>
    <w:rsid w:val="00F56288"/>
    <w:rsid w:val="00F83EE2"/>
    <w:rsid w:val="00FA1940"/>
    <w:rsid w:val="00FA6128"/>
    <w:rsid w:val="00FB1502"/>
    <w:rsid w:val="00FB5706"/>
    <w:rsid w:val="00FB7887"/>
    <w:rsid w:val="00FC0E28"/>
    <w:rsid w:val="00FC1A1C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rsid w:val="00FA19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1940"/>
    <w:rPr>
      <w:rFonts w:ascii="Arial" w:hAnsi="Aria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FA19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6C9E512-CD06-4D76-A071-922315080BEB}"/>
</file>

<file path=customXml/itemProps3.xml><?xml version="1.0" encoding="utf-8"?>
<ds:datastoreItem xmlns:ds="http://schemas.openxmlformats.org/officeDocument/2006/customXml" ds:itemID="{1E6C4266-E0A9-4AFC-94A1-09A087622B0E}"/>
</file>

<file path=customXml/itemProps4.xml><?xml version="1.0" encoding="utf-8"?>
<ds:datastoreItem xmlns:ds="http://schemas.openxmlformats.org/officeDocument/2006/customXml" ds:itemID="{08BAA3A4-9906-4196-95F1-663A00054A0B}"/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Magorzata Pach</cp:lastModifiedBy>
  <cp:revision>3</cp:revision>
  <cp:lastPrinted>2024-12-11T10:49:00Z</cp:lastPrinted>
  <dcterms:created xsi:type="dcterms:W3CDTF">2025-08-06T05:59:00Z</dcterms:created>
  <dcterms:modified xsi:type="dcterms:W3CDTF">2025-08-06T12:34:00Z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</Properties>
</file>